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8A40A1-26C4-4A8D-AEEA-67558EC6CD3C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